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1" w:type="dxa"/>
        <w:tblLayout w:type="fixed"/>
        <w:tblLook w:val="01E0" w:firstRow="1" w:lastRow="1" w:firstColumn="1" w:lastColumn="1" w:noHBand="0" w:noVBand="0"/>
      </w:tblPr>
      <w:tblGrid>
        <w:gridCol w:w="7358"/>
        <w:gridCol w:w="567"/>
        <w:gridCol w:w="1986"/>
      </w:tblGrid>
      <w:tr w:rsidR="00FA0686" w14:paraId="107C8C1F" w14:textId="77777777" w:rsidTr="00FA0686">
        <w:trPr>
          <w:cantSplit/>
          <w:trHeight w:hRule="exact" w:val="2562"/>
        </w:trPr>
        <w:tc>
          <w:tcPr>
            <w:tcW w:w="7358" w:type="dxa"/>
            <w:shd w:val="clear" w:color="auto" w:fill="auto"/>
          </w:tcPr>
          <w:bookmarkStart w:id="0" w:name="_GoBack"/>
          <w:bookmarkEnd w:id="0"/>
          <w:p w14:paraId="26113246" w14:textId="5B3BF06E" w:rsidR="00FA0686" w:rsidRDefault="00F10EE1" w:rsidP="00970F6F">
            <w:sdt>
              <w:sdtPr>
                <w:id w:val="-119993793"/>
                <w:placeholder>
                  <w:docPart w:val="B6D55D76DE434BF8A3D02725B471814A"/>
                </w:placeholder>
              </w:sdtPr>
              <w:sdtEndPr/>
              <w:sdtContent>
                <w:r w:rsidR="00970F6F" w:rsidRPr="00F80D2F">
                  <w:rPr>
                    <w:rFonts w:eastAsia="Times New Roman"/>
                    <w:b/>
                    <w:sz w:val="28"/>
                    <w:szCs w:val="28"/>
                  </w:rPr>
                  <w:t>Til høringsparter</w:t>
                </w:r>
              </w:sdtContent>
            </w:sdt>
          </w:p>
        </w:tc>
        <w:tc>
          <w:tcPr>
            <w:tcW w:w="567" w:type="dxa"/>
          </w:tcPr>
          <w:p w14:paraId="7CC2743A" w14:textId="77777777" w:rsidR="00FA0686" w:rsidRDefault="00FA0686" w:rsidP="00462608"/>
        </w:tc>
        <w:tc>
          <w:tcPr>
            <w:tcW w:w="1986" w:type="dxa"/>
            <w:vMerge w:val="restart"/>
          </w:tcPr>
          <w:sdt>
            <w:sdtPr>
              <w:tag w:val="?=sEnhedsNavn"/>
              <w:id w:val="-2072260114"/>
            </w:sdtPr>
            <w:sdtEndPr/>
            <w:sdtContent>
              <w:p w14:paraId="4AF1DC3E" w14:textId="77777777" w:rsidR="00FA0686" w:rsidRDefault="00FA0686" w:rsidP="00FA0686">
                <w:pPr>
                  <w:pStyle w:val="BMAdr"/>
                </w:pPr>
                <w:r>
                  <w:t>Arbejdstilsynet</w:t>
                </w:r>
              </w:p>
            </w:sdtContent>
          </w:sdt>
          <w:sdt>
            <w:sdtPr>
              <w:tag w:val="=sEnhedsAdresse"/>
              <w:id w:val="469566468"/>
            </w:sdtPr>
            <w:sdtEndPr/>
            <w:sdtContent>
              <w:p w14:paraId="3B9B0413" w14:textId="77777777" w:rsidR="00FA0686" w:rsidRDefault="00FA0686" w:rsidP="00FA0686">
                <w:pPr>
                  <w:pStyle w:val="BMAdr"/>
                </w:pPr>
                <w:r>
                  <w:t>Landskronagade 33</w:t>
                </w:r>
              </w:p>
            </w:sdtContent>
          </w:sdt>
          <w:sdt>
            <w:sdtPr>
              <w:tag w:val="=sEnhedsPostnrBy"/>
              <w:id w:val="-84067471"/>
            </w:sdtPr>
            <w:sdtEndPr/>
            <w:sdtContent>
              <w:p w14:paraId="44F826AB" w14:textId="77777777" w:rsidR="00FA0686" w:rsidRDefault="00FA0686" w:rsidP="00866E55">
                <w:pPr>
                  <w:pStyle w:val="BMAdr"/>
                  <w:spacing w:after="360"/>
                </w:pPr>
                <w:r>
                  <w:t>2100 København Ø</w:t>
                </w:r>
              </w:p>
            </w:sdtContent>
          </w:sdt>
          <w:p w14:paraId="7EF038D2" w14:textId="77777777" w:rsidR="00FA0686" w:rsidRDefault="00FA0686" w:rsidP="00FA0686">
            <w:pPr>
              <w:pStyle w:val="BMAdr"/>
            </w:pPr>
            <w:r>
              <w:t xml:space="preserve">T </w:t>
            </w:r>
            <w:sdt>
              <w:sdtPr>
                <w:tag w:val="=sEnhedsTlf"/>
                <w:id w:val="-1620914698"/>
              </w:sdtPr>
              <w:sdtEndPr/>
              <w:sdtContent>
                <w:r>
                  <w:t>+45 70 12 12 88</w:t>
                </w:r>
              </w:sdtContent>
            </w:sdt>
          </w:p>
          <w:p w14:paraId="60C0D429" w14:textId="77777777" w:rsidR="00FA0686" w:rsidRDefault="00FA0686" w:rsidP="00FA0686">
            <w:pPr>
              <w:pStyle w:val="BMAdr"/>
            </w:pPr>
            <w:r>
              <w:t xml:space="preserve">E </w:t>
            </w:r>
            <w:sdt>
              <w:sdtPr>
                <w:tag w:val="=sEnhedsEmail"/>
                <w:id w:val="-1988467087"/>
              </w:sdtPr>
              <w:sdtEndPr/>
              <w:sdtContent>
                <w:r>
                  <w:t>at@at.dk</w:t>
                </w:r>
              </w:sdtContent>
            </w:sdt>
          </w:p>
          <w:sdt>
            <w:sdtPr>
              <w:tag w:val="=sEnhedsUrl"/>
              <w:id w:val="1536242258"/>
            </w:sdtPr>
            <w:sdtEndPr/>
            <w:sdtContent>
              <w:p w14:paraId="60981D1B" w14:textId="77777777" w:rsidR="00FA0686" w:rsidRDefault="00FA0686" w:rsidP="00866E55">
                <w:pPr>
                  <w:pStyle w:val="BMAdr"/>
                  <w:spacing w:after="360"/>
                </w:pPr>
                <w:r>
                  <w:t>www.at.dk</w:t>
                </w:r>
              </w:p>
            </w:sdtContent>
          </w:sdt>
          <w:p w14:paraId="46A18A72" w14:textId="77777777" w:rsidR="00FA0686" w:rsidRDefault="00FA0686" w:rsidP="00866E55">
            <w:pPr>
              <w:pStyle w:val="BMAdr"/>
              <w:spacing w:after="360"/>
            </w:pPr>
            <w:r>
              <w:t xml:space="preserve">CVR </w:t>
            </w:r>
            <w:sdt>
              <w:sdtPr>
                <w:tag w:val="=sEnhedsCvr"/>
                <w:id w:val="981820009"/>
              </w:sdtPr>
              <w:sdtEndPr/>
              <w:sdtContent>
                <w:r>
                  <w:t>21481815</w:t>
                </w:r>
              </w:sdtContent>
            </w:sdt>
          </w:p>
          <w:sdt>
            <w:sdtPr>
              <w:tag w:val="?=f(DokumentDato[0], &quot;d. MMMM yyyy&quot;)"/>
              <w:id w:val="-349332978"/>
            </w:sdtPr>
            <w:sdtEndPr/>
            <w:sdtContent>
              <w:p w14:paraId="3E4917FF" w14:textId="363B528A" w:rsidR="00FA0686" w:rsidRDefault="00C6132B" w:rsidP="00FA0686">
                <w:pPr>
                  <w:pStyle w:val="BMAdr"/>
                </w:pPr>
                <w:r>
                  <w:t>1. ju</w:t>
                </w:r>
                <w:r w:rsidR="006356BC">
                  <w:t>l</w:t>
                </w:r>
                <w:r>
                  <w:t xml:space="preserve">i </w:t>
                </w:r>
                <w:r w:rsidR="00FA0686">
                  <w:t>2024</w:t>
                </w:r>
              </w:p>
            </w:sdtContent>
          </w:sdt>
          <w:p w14:paraId="152A70A6" w14:textId="77777777" w:rsidR="00FA0686" w:rsidRDefault="00FA0686" w:rsidP="00FA0686">
            <w:pPr>
              <w:pStyle w:val="BMAdr"/>
            </w:pPr>
            <w:r w:rsidRPr="00FA0686">
              <w:t>J.nr.</w:t>
            </w:r>
            <w:r>
              <w:t xml:space="preserve"> </w:t>
            </w:r>
            <w:sdt>
              <w:sdtPr>
                <w:tag w:val="=JNR[0]"/>
                <w:id w:val="-1015990977"/>
              </w:sdtPr>
              <w:sdtEndPr/>
              <w:sdtContent>
                <w:r>
                  <w:t>20245000742</w:t>
                </w:r>
              </w:sdtContent>
            </w:sdt>
          </w:p>
          <w:p w14:paraId="18305012" w14:textId="77777777" w:rsidR="00FA0686" w:rsidRDefault="00FA0686" w:rsidP="00462608"/>
        </w:tc>
      </w:tr>
      <w:tr w:rsidR="00FA0686" w:rsidRPr="00970F6F" w14:paraId="2FCF401C" w14:textId="77777777" w:rsidTr="00C6132B">
        <w:trPr>
          <w:cantSplit/>
          <w:trHeight w:val="982"/>
        </w:trPr>
        <w:tc>
          <w:tcPr>
            <w:tcW w:w="7358" w:type="dxa"/>
            <w:shd w:val="clear" w:color="auto" w:fill="auto"/>
          </w:tcPr>
          <w:sdt>
            <w:sdtPr>
              <w:rPr>
                <w:rFonts w:eastAsia="Times New Roman" w:cs="Times New Roman"/>
                <w:b/>
                <w:sz w:val="28"/>
                <w:szCs w:val="28"/>
              </w:rPr>
              <w:id w:val="-16320614"/>
              <w:placeholder>
                <w:docPart w:val="B6D55D76DE434BF8A3D02725B471814A"/>
              </w:placeholder>
            </w:sdtPr>
            <w:sdtEndPr/>
            <w:sdtContent>
              <w:p w14:paraId="77981390" w14:textId="77777777" w:rsidR="00C6132B" w:rsidRDefault="00C6132B" w:rsidP="00524D0D">
                <w:pPr>
                  <w:tabs>
                    <w:tab w:val="left" w:pos="7699"/>
                  </w:tabs>
                  <w:spacing w:after="160" w:line="240" w:lineRule="auto"/>
                  <w:rPr>
                    <w:rFonts w:eastAsia="Times New Roman" w:cs="Times New Roman"/>
                    <w:b/>
                    <w:sz w:val="28"/>
                    <w:szCs w:val="28"/>
                  </w:rPr>
                </w:pPr>
              </w:p>
              <w:p w14:paraId="5ECE2FC2" w14:textId="27F3F90E" w:rsidR="00FA0686" w:rsidRPr="003D66B8" w:rsidRDefault="003D66B8" w:rsidP="00524D0D">
                <w:pPr>
                  <w:tabs>
                    <w:tab w:val="left" w:pos="7699"/>
                  </w:tabs>
                  <w:spacing w:after="160" w:line="240" w:lineRule="auto"/>
                </w:pPr>
                <w:r w:rsidRPr="003D66B8">
                  <w:rPr>
                    <w:rFonts w:ascii="Verdana" w:eastAsiaTheme="majorEastAsia" w:hAnsi="Verdana" w:cstheme="majorBidi"/>
                    <w:b/>
                    <w:sz w:val="20"/>
                    <w:szCs w:val="32"/>
                  </w:rPr>
                  <w:t>Høring af lovforslag om ændring af lov om udstationering af lønmodtagere m.v. og udlændingeloven</w:t>
                </w:r>
              </w:p>
            </w:sdtContent>
          </w:sdt>
        </w:tc>
        <w:tc>
          <w:tcPr>
            <w:tcW w:w="567" w:type="dxa"/>
          </w:tcPr>
          <w:p w14:paraId="270B157F" w14:textId="77777777" w:rsidR="00FA0686" w:rsidRPr="003D66B8" w:rsidRDefault="00FA0686" w:rsidP="00404AF2">
            <w:pPr>
              <w:pStyle w:val="Overskrift1"/>
            </w:pPr>
          </w:p>
        </w:tc>
        <w:tc>
          <w:tcPr>
            <w:tcW w:w="1986" w:type="dxa"/>
            <w:vMerge/>
          </w:tcPr>
          <w:p w14:paraId="6F4471D1" w14:textId="77777777" w:rsidR="00FA0686" w:rsidRPr="003D66B8" w:rsidRDefault="00FA0686" w:rsidP="00404AF2">
            <w:pPr>
              <w:pStyle w:val="Overskrift1"/>
            </w:pPr>
          </w:p>
        </w:tc>
      </w:tr>
    </w:tbl>
    <w:sdt>
      <w:sdtPr>
        <w:alias w:val="Brev opsætning"/>
        <w:tag w:val="?DocTypeBrev['Shown']==True"/>
        <w:id w:val="806812505"/>
        <w:placeholder>
          <w:docPart w:val="ED002D46D859413888908F346E5C60FE"/>
        </w:placeholder>
      </w:sdtPr>
      <w:sdtEndPr/>
      <w:sdtContent>
        <w:p w14:paraId="669342E8" w14:textId="031A969B" w:rsidR="00F80D2F" w:rsidRDefault="00B64EF0" w:rsidP="00B64EF0">
          <w:pPr>
            <w:rPr>
              <w:rFonts w:eastAsia="Calibri" w:cs="Times New Roman"/>
              <w:szCs w:val="24"/>
            </w:rPr>
          </w:pPr>
          <w:r>
            <w:t xml:space="preserve">Hermed </w:t>
          </w:r>
          <w:r w:rsidR="006356BC">
            <w:t>genfrem</w:t>
          </w:r>
          <w:r>
            <w:t xml:space="preserve">sendes udkast til </w:t>
          </w:r>
          <w:r w:rsidR="00F80D2F">
            <w:t xml:space="preserve">lovforslag om </w:t>
          </w:r>
          <w:r>
            <w:t>ændring af lov om udstationering af lønmodtagere m.v. og udlændingeloven (</w:t>
          </w:r>
          <w:r>
            <w:rPr>
              <w:rFonts w:eastAsia="Calibri" w:cs="Times New Roman"/>
              <w:szCs w:val="24"/>
            </w:rPr>
            <w:t>Krav om fremvisning af legitimation og flere oplysningskrav i Registret for Udenlandske Tjenesteydere (RUT)) i høring</w:t>
          </w:r>
          <w:r w:rsidR="006356BC" w:rsidRPr="006356BC">
            <w:rPr>
              <w:rFonts w:eastAsia="Calibri" w:cs="Times New Roman"/>
              <w:szCs w:val="24"/>
            </w:rPr>
            <w:t xml:space="preserve"> </w:t>
          </w:r>
          <w:r w:rsidR="006356BC">
            <w:rPr>
              <w:rFonts w:eastAsia="Calibri" w:cs="Times New Roman"/>
              <w:szCs w:val="24"/>
            </w:rPr>
            <w:t>med opdateret høringsfrist under hensyn til sommerferieperioden. Der er ikke foretaget nogen ændringer i lovudkastet</w:t>
          </w:r>
          <w:r>
            <w:rPr>
              <w:rFonts w:eastAsia="Calibri" w:cs="Times New Roman"/>
              <w:szCs w:val="24"/>
            </w:rPr>
            <w:t>.</w:t>
          </w:r>
        </w:p>
        <w:p w14:paraId="64FAD7B2" w14:textId="5421C06F" w:rsidR="008A226B" w:rsidRDefault="00524D0D" w:rsidP="008A226B">
          <w:r>
            <w:t xml:space="preserve">Lovforslaget </w:t>
          </w:r>
          <w:r w:rsidR="008A226B">
            <w:t>implementerer</w:t>
          </w:r>
          <w:r w:rsidR="008A226B" w:rsidRPr="00225B6E">
            <w:t xml:space="preserve"> </w:t>
          </w:r>
          <w:r w:rsidR="008A226B">
            <w:t>forslage</w:t>
          </w:r>
          <w:r w:rsidR="00934238">
            <w:t>t</w:t>
          </w:r>
          <w:r w:rsidR="008A226B">
            <w:t xml:space="preserve"> om </w:t>
          </w:r>
          <w:r w:rsidR="008A226B" w:rsidRPr="003B092F">
            <w:rPr>
              <w:i/>
            </w:rPr>
            <w:t>en styrket indsats mod illegal arbejdskraft</w:t>
          </w:r>
          <w:r w:rsidR="008A226B">
            <w:t xml:space="preserve">, som </w:t>
          </w:r>
          <w:r w:rsidR="00E82401">
            <w:t>er</w:t>
          </w:r>
          <w:r w:rsidR="008A226B">
            <w:t xml:space="preserve"> en del af </w:t>
          </w:r>
          <w:r w:rsidR="008A226B" w:rsidRPr="00225B6E">
            <w:rPr>
              <w:i/>
            </w:rPr>
            <w:t>Aftale om</w:t>
          </w:r>
          <w:r w:rsidR="008A226B">
            <w:rPr>
              <w:i/>
            </w:rPr>
            <w:t xml:space="preserve"> en styrket</w:t>
          </w:r>
          <w:r w:rsidR="008A226B" w:rsidRPr="00225B6E">
            <w:rPr>
              <w:i/>
            </w:rPr>
            <w:t xml:space="preserve"> </w:t>
          </w:r>
          <w:r w:rsidR="008A226B">
            <w:rPr>
              <w:i/>
            </w:rPr>
            <w:t>indsats mod social dumping</w:t>
          </w:r>
          <w:r w:rsidR="008A226B">
            <w:t>, som regeringen (S, V, M) har indgået med Danmarksdemokraterne, Socialistisk Folkeparti, Enhedslisten, Radikale Venstre, Dansk Folkeparti og Alternativet den 23. maj 2024</w:t>
          </w:r>
          <w:r w:rsidR="008A226B" w:rsidRPr="00225B6E">
            <w:t xml:space="preserve">. </w:t>
          </w:r>
        </w:p>
        <w:p w14:paraId="3EB2EBD5" w14:textId="0F6F2CDD" w:rsidR="00BE15EA" w:rsidRDefault="002E555C" w:rsidP="00B64EF0">
          <w:r>
            <w:t xml:space="preserve">Formålet med lovforslaget er at </w:t>
          </w:r>
          <w:r w:rsidRPr="00225B6E">
            <w:t>styrke indsatsen mod brugen af illegal arbejdskraft</w:t>
          </w:r>
          <w:r>
            <w:t>. Dette understøttes for det første</w:t>
          </w:r>
          <w:r w:rsidRPr="00225B6E">
            <w:t xml:space="preserve"> ved </w:t>
          </w:r>
          <w:r w:rsidRPr="00BF73B9">
            <w:t>at indføre krav om, at ansatte eft</w:t>
          </w:r>
          <w:r>
            <w:t>er anmodning fra Arbejdstilsynet</w:t>
          </w:r>
          <w:r w:rsidRPr="00BF73B9">
            <w:t xml:space="preserve"> og Styrelsen for International Rekruttering og Integration (SIRI)</w:t>
          </w:r>
          <w:r>
            <w:t>,</w:t>
          </w:r>
          <w:r w:rsidRPr="00BF73B9">
            <w:t xml:space="preserve"> </w:t>
          </w:r>
          <w:r w:rsidR="00524D0D">
            <w:t xml:space="preserve">skal </w:t>
          </w:r>
          <w:r w:rsidRPr="00BF73B9">
            <w:t>f</w:t>
          </w:r>
          <w:r>
            <w:t>remvise identifikationspapi</w:t>
          </w:r>
          <w:r w:rsidRPr="00BF73B9">
            <w:t>rer</w:t>
          </w:r>
          <w:r>
            <w:t>. For det andet stiller forslaget krav om, at udenlandske arbejdsgivere, der udstationerer ansatte i Danmark, får ansvar for, at de ansatte kan fremvise sådan legitimation. For det tredje stilles der krav om, at udenlandske arbejdsgivere der vil udstationere tredjelandsstatsborgere til Danmark skal uploade yderligere oplysninger i R</w:t>
          </w:r>
          <w:r w:rsidRPr="00BF73B9">
            <w:t>egistret for U</w:t>
          </w:r>
          <w:r>
            <w:t>denlandske Tjenesteydere (RUT) i form af kopi af tjenesteydelsesaftale samt ansættelseskontrakter og arbejdstilladelser for de pågældende personer</w:t>
          </w:r>
          <w:r w:rsidR="00F80D2F">
            <w:t xml:space="preserve"> </w:t>
          </w:r>
        </w:p>
        <w:p w14:paraId="774CFAAA" w14:textId="60463C15" w:rsidR="00F80D2F" w:rsidRDefault="00F80D2F" w:rsidP="00B64EF0">
          <w:pPr>
            <w:rPr>
              <w:rFonts w:cs="Times New Roman"/>
              <w:sz w:val="24"/>
              <w:szCs w:val="24"/>
            </w:rPr>
          </w:pPr>
          <w:r>
            <w:t xml:space="preserve">Det foreslås, at loven træder i kraft den 1. januar 2025. </w:t>
          </w:r>
          <w:r w:rsidRPr="001E27B2">
            <w:rPr>
              <w:rFonts w:cs="Times New Roman"/>
              <w:sz w:val="24"/>
              <w:szCs w:val="24"/>
            </w:rPr>
            <w:t>Det foreslås dog, at ministeren bemyndiges til at fastsætte datoen for ikrafttræde</w:t>
          </w:r>
          <w:r>
            <w:rPr>
              <w:rFonts w:cs="Times New Roman"/>
              <w:sz w:val="24"/>
              <w:szCs w:val="24"/>
            </w:rPr>
            <w:t>n af</w:t>
          </w:r>
          <w:r w:rsidR="002F5290">
            <w:rPr>
              <w:rFonts w:cs="Times New Roman"/>
              <w:sz w:val="24"/>
              <w:szCs w:val="24"/>
            </w:rPr>
            <w:t xml:space="preserve"> ændringerne om de nye oplysningskrav til </w:t>
          </w:r>
          <w:r w:rsidR="00970F6F">
            <w:rPr>
              <w:rFonts w:cs="Times New Roman"/>
              <w:sz w:val="24"/>
              <w:szCs w:val="24"/>
            </w:rPr>
            <w:t>RUT</w:t>
          </w:r>
          <w:r w:rsidR="00524D0D">
            <w:rPr>
              <w:rFonts w:cs="Times New Roman"/>
              <w:sz w:val="24"/>
              <w:szCs w:val="24"/>
            </w:rPr>
            <w:t xml:space="preserve"> under hensyn til hvornår </w:t>
          </w:r>
          <w:r w:rsidR="0078620C">
            <w:rPr>
              <w:rFonts w:cs="Times New Roman"/>
              <w:sz w:val="24"/>
              <w:szCs w:val="24"/>
            </w:rPr>
            <w:t>den nødvendige IT-understøttelse kan være på plads.</w:t>
          </w:r>
        </w:p>
        <w:p w14:paraId="45D089C1" w14:textId="6496796E" w:rsidR="003D66B8" w:rsidRDefault="003D66B8" w:rsidP="003D66B8">
          <w:r>
            <w:t xml:space="preserve">Frist for afgivelse af eventuelle høringssvar er </w:t>
          </w:r>
          <w:r w:rsidR="000F35F3">
            <w:rPr>
              <w:b/>
            </w:rPr>
            <w:t>torsdag</w:t>
          </w:r>
          <w:r w:rsidR="00C6132B" w:rsidRPr="00C6132B">
            <w:rPr>
              <w:b/>
            </w:rPr>
            <w:t xml:space="preserve"> d</w:t>
          </w:r>
          <w:r w:rsidR="00C6132B">
            <w:rPr>
              <w:b/>
            </w:rPr>
            <w:t xml:space="preserve">en </w:t>
          </w:r>
          <w:r w:rsidR="006356BC">
            <w:rPr>
              <w:b/>
            </w:rPr>
            <w:t>22. august</w:t>
          </w:r>
          <w:r w:rsidRPr="00970F6F">
            <w:rPr>
              <w:b/>
            </w:rPr>
            <w:t xml:space="preserve"> 2024.</w:t>
          </w:r>
          <w:r>
            <w:t xml:space="preserve"> </w:t>
          </w:r>
        </w:p>
        <w:p w14:paraId="345BDFB0" w14:textId="215088ED" w:rsidR="00402009" w:rsidRDefault="003D66B8" w:rsidP="00402009">
          <w:r>
            <w:rPr>
              <w:rFonts w:eastAsia="Calibri" w:cs="Times New Roman"/>
              <w:szCs w:val="24"/>
            </w:rPr>
            <w:t xml:space="preserve">Høringssvar bedes sendt på e-mail til </w:t>
          </w:r>
          <w:hyperlink r:id="rId11" w:history="1">
            <w:r w:rsidRPr="000E37A1">
              <w:rPr>
                <w:rStyle w:val="Hyperlink"/>
              </w:rPr>
              <w:t>cabr@at.dk</w:t>
            </w:r>
          </w:hyperlink>
          <w:r>
            <w:t xml:space="preserve">, </w:t>
          </w:r>
          <w:hyperlink r:id="rId12" w:history="1">
            <w:r w:rsidRPr="000E37A1">
              <w:rPr>
                <w:rStyle w:val="Hyperlink"/>
              </w:rPr>
              <w:t>jla@at.dk</w:t>
            </w:r>
          </w:hyperlink>
          <w:r>
            <w:t xml:space="preserve"> og </w:t>
          </w:r>
          <w:hyperlink r:id="rId13" w:history="1">
            <w:r w:rsidR="002F5290" w:rsidRPr="00B93C10">
              <w:rPr>
                <w:rStyle w:val="Hyperlink"/>
              </w:rPr>
              <w:t>at@at.dk</w:t>
            </w:r>
          </w:hyperlink>
          <w:r>
            <w:t>.</w:t>
          </w:r>
        </w:p>
        <w:p w14:paraId="29A1B17C" w14:textId="77777777" w:rsidR="000A5879" w:rsidRDefault="000A5879" w:rsidP="00402009"/>
        <w:sdt>
          <w:sdtPr>
            <w:tag w:val="?sAfsenderProfil=='AFSENDER'"/>
            <w:id w:val="306982329"/>
            <w:placeholder>
              <w:docPart w:val="ED002D46D859413888908F346E5C60FE"/>
            </w:placeholder>
          </w:sdtPr>
          <w:sdtEndPr/>
          <w:sdtContent>
            <w:p w14:paraId="6FB74513" w14:textId="0BCEAD5E" w:rsidR="00006E78" w:rsidRDefault="00ED3B84" w:rsidP="00402009">
              <w:r>
                <w:t>V</w:t>
              </w:r>
              <w:r w:rsidR="00006E78">
                <w:t>enlig hilsen</w:t>
              </w:r>
            </w:p>
            <w:sdt>
              <w:sdtPr>
                <w:tag w:val="=sAfsenderNavn"/>
                <w:id w:val="1746615521"/>
                <w:placeholder>
                  <w:docPart w:val="ED002D46D859413888908F346E5C60FE"/>
                </w:placeholder>
              </w:sdtPr>
              <w:sdtEndPr/>
              <w:sdtContent>
                <w:p w14:paraId="64E1E6A8" w14:textId="11F599A3" w:rsidR="007A42D5" w:rsidRDefault="00F47890" w:rsidP="00866E55">
                  <w:pPr>
                    <w:keepNext/>
                    <w:keepLines/>
                    <w:spacing w:after="0"/>
                  </w:pPr>
                  <w:r>
                    <w:t>Camilla Brovang</w:t>
                  </w:r>
                </w:p>
              </w:sdtContent>
            </w:sdt>
            <w:p w14:paraId="280855AD" w14:textId="76010942" w:rsidR="000D0D48" w:rsidRDefault="00F10EE1" w:rsidP="00C6132B">
              <w:pPr>
                <w:keepLines/>
                <w:spacing w:after="0"/>
              </w:pPr>
            </w:p>
          </w:sdtContent>
        </w:sdt>
      </w:sdtContent>
    </w:sdt>
    <w:sectPr w:rsidR="000D0D48" w:rsidSect="00402009">
      <w:footerReference w:type="even" r:id="rId14"/>
      <w:footerReference w:type="default" r:id="rId15"/>
      <w:headerReference w:type="first" r:id="rId16"/>
      <w:pgSz w:w="11906" w:h="16838" w:code="9"/>
      <w:pgMar w:top="2268" w:right="3119" w:bottom="737" w:left="1418" w:header="567" w:footer="11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1509C6" w16cid:durableId="29FEE6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E8218" w14:textId="77777777" w:rsidR="008E0201" w:rsidRDefault="008E0201">
      <w:r>
        <w:separator/>
      </w:r>
    </w:p>
  </w:endnote>
  <w:endnote w:type="continuationSeparator" w:id="0">
    <w:p w14:paraId="2EF66DEA" w14:textId="77777777" w:rsidR="008E0201" w:rsidRDefault="008E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A6450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106729A2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2DBF1B" w14:textId="6327CE0E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6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0936AA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31217" w14:textId="77777777" w:rsidR="008E0201" w:rsidRDefault="008E0201">
      <w:r>
        <w:separator/>
      </w:r>
    </w:p>
  </w:footnote>
  <w:footnote w:type="continuationSeparator" w:id="0">
    <w:p w14:paraId="378D8412" w14:textId="77777777" w:rsidR="008E0201" w:rsidRDefault="008E0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7DF73" w14:textId="77777777" w:rsidR="00E505E2" w:rsidRDefault="00E505E2"/>
  <w:p w14:paraId="4A64262E" w14:textId="77777777" w:rsidR="00F63B11" w:rsidRDefault="005F6276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57B150CB" wp14:editId="4875556F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0471FF39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5106EB3A" wp14:editId="117AEF88">
                                    <wp:extent cx="1507846" cy="792000"/>
                                    <wp:effectExtent l="0" t="0" r="0" b="8255"/>
                                    <wp:docPr id="7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150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FggQIAAHs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0471FF39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5106EB3A" wp14:editId="117AEF88">
                              <wp:extent cx="1507846" cy="792000"/>
                              <wp:effectExtent l="0" t="0" r="0" b="8255"/>
                              <wp:docPr id="7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81988"/>
    <w:multiLevelType w:val="hybridMultilevel"/>
    <w:tmpl w:val="2418125A"/>
    <w:lvl w:ilvl="0" w:tplc="0AE2F1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hideSpellingErrors/>
  <w:hideGrammaticalError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autoHyphenation/>
  <w:hyphenationZone w:val="142"/>
  <w:drawingGridHorizont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D3"/>
    <w:rsid w:val="00006E78"/>
    <w:rsid w:val="00010483"/>
    <w:rsid w:val="000114D1"/>
    <w:rsid w:val="00023F6C"/>
    <w:rsid w:val="000247B0"/>
    <w:rsid w:val="000331EC"/>
    <w:rsid w:val="0004540A"/>
    <w:rsid w:val="0004647D"/>
    <w:rsid w:val="000466B5"/>
    <w:rsid w:val="00060E7B"/>
    <w:rsid w:val="0006415E"/>
    <w:rsid w:val="00083177"/>
    <w:rsid w:val="000926C9"/>
    <w:rsid w:val="000A5879"/>
    <w:rsid w:val="000A6D0B"/>
    <w:rsid w:val="000D0D48"/>
    <w:rsid w:val="000D5CEB"/>
    <w:rsid w:val="000D6B67"/>
    <w:rsid w:val="000E6DC6"/>
    <w:rsid w:val="000F1589"/>
    <w:rsid w:val="000F288A"/>
    <w:rsid w:val="000F35F3"/>
    <w:rsid w:val="000F3EC3"/>
    <w:rsid w:val="000F47D9"/>
    <w:rsid w:val="00102849"/>
    <w:rsid w:val="00104A08"/>
    <w:rsid w:val="00104F95"/>
    <w:rsid w:val="00112D30"/>
    <w:rsid w:val="00123315"/>
    <w:rsid w:val="00134009"/>
    <w:rsid w:val="00152F40"/>
    <w:rsid w:val="001556D9"/>
    <w:rsid w:val="0017023A"/>
    <w:rsid w:val="00175BD1"/>
    <w:rsid w:val="001858C2"/>
    <w:rsid w:val="00190E5B"/>
    <w:rsid w:val="0019243B"/>
    <w:rsid w:val="00194F8F"/>
    <w:rsid w:val="001961C4"/>
    <w:rsid w:val="001A5D44"/>
    <w:rsid w:val="001B3B40"/>
    <w:rsid w:val="001D2AFC"/>
    <w:rsid w:val="001E2A61"/>
    <w:rsid w:val="001E54C9"/>
    <w:rsid w:val="001E794D"/>
    <w:rsid w:val="001F30D8"/>
    <w:rsid w:val="001F4FE1"/>
    <w:rsid w:val="001F52B4"/>
    <w:rsid w:val="00213D32"/>
    <w:rsid w:val="0024572F"/>
    <w:rsid w:val="00246982"/>
    <w:rsid w:val="00247953"/>
    <w:rsid w:val="00253FE0"/>
    <w:rsid w:val="0026777C"/>
    <w:rsid w:val="00275E0F"/>
    <w:rsid w:val="00293E85"/>
    <w:rsid w:val="00294A74"/>
    <w:rsid w:val="002C1112"/>
    <w:rsid w:val="002C1D17"/>
    <w:rsid w:val="002C6613"/>
    <w:rsid w:val="002C664E"/>
    <w:rsid w:val="002C6EA9"/>
    <w:rsid w:val="002D03BB"/>
    <w:rsid w:val="002E2598"/>
    <w:rsid w:val="002E555C"/>
    <w:rsid w:val="002E6085"/>
    <w:rsid w:val="002E6EA5"/>
    <w:rsid w:val="002F5290"/>
    <w:rsid w:val="002F670D"/>
    <w:rsid w:val="00305A47"/>
    <w:rsid w:val="0031274E"/>
    <w:rsid w:val="00325D91"/>
    <w:rsid w:val="003352BD"/>
    <w:rsid w:val="00340C14"/>
    <w:rsid w:val="00343035"/>
    <w:rsid w:val="00353252"/>
    <w:rsid w:val="00357763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D66B8"/>
    <w:rsid w:val="003E3D63"/>
    <w:rsid w:val="003F4CC2"/>
    <w:rsid w:val="00401AE3"/>
    <w:rsid w:val="00402009"/>
    <w:rsid w:val="00404AF2"/>
    <w:rsid w:val="00411F77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86B64"/>
    <w:rsid w:val="00495AD1"/>
    <w:rsid w:val="004C360E"/>
    <w:rsid w:val="004C76AD"/>
    <w:rsid w:val="004D178A"/>
    <w:rsid w:val="004F2F44"/>
    <w:rsid w:val="005008D9"/>
    <w:rsid w:val="00502427"/>
    <w:rsid w:val="00507B20"/>
    <w:rsid w:val="00514223"/>
    <w:rsid w:val="00524D0D"/>
    <w:rsid w:val="00524D12"/>
    <w:rsid w:val="00533F32"/>
    <w:rsid w:val="005435BE"/>
    <w:rsid w:val="00555788"/>
    <w:rsid w:val="00556F8C"/>
    <w:rsid w:val="005576C2"/>
    <w:rsid w:val="00576AA0"/>
    <w:rsid w:val="005A41CC"/>
    <w:rsid w:val="005B65E3"/>
    <w:rsid w:val="005C03FB"/>
    <w:rsid w:val="005C3122"/>
    <w:rsid w:val="005E0EB7"/>
    <w:rsid w:val="005F389B"/>
    <w:rsid w:val="005F6276"/>
    <w:rsid w:val="005F7753"/>
    <w:rsid w:val="00600372"/>
    <w:rsid w:val="0060435F"/>
    <w:rsid w:val="00611673"/>
    <w:rsid w:val="00622229"/>
    <w:rsid w:val="00626453"/>
    <w:rsid w:val="00626C08"/>
    <w:rsid w:val="0062721E"/>
    <w:rsid w:val="006356BC"/>
    <w:rsid w:val="006476AD"/>
    <w:rsid w:val="0065185F"/>
    <w:rsid w:val="00684C8A"/>
    <w:rsid w:val="006870E9"/>
    <w:rsid w:val="006977A8"/>
    <w:rsid w:val="006A0A38"/>
    <w:rsid w:val="006A16F6"/>
    <w:rsid w:val="006A19C5"/>
    <w:rsid w:val="006C3317"/>
    <w:rsid w:val="006C3AF3"/>
    <w:rsid w:val="006C4826"/>
    <w:rsid w:val="006C4A84"/>
    <w:rsid w:val="006F63B6"/>
    <w:rsid w:val="006F7C7A"/>
    <w:rsid w:val="00700873"/>
    <w:rsid w:val="00701736"/>
    <w:rsid w:val="00701D93"/>
    <w:rsid w:val="00707654"/>
    <w:rsid w:val="00712066"/>
    <w:rsid w:val="007201B8"/>
    <w:rsid w:val="00720D17"/>
    <w:rsid w:val="00725A41"/>
    <w:rsid w:val="00732DA9"/>
    <w:rsid w:val="00734732"/>
    <w:rsid w:val="00746582"/>
    <w:rsid w:val="00750F94"/>
    <w:rsid w:val="00752F28"/>
    <w:rsid w:val="00761800"/>
    <w:rsid w:val="00761A11"/>
    <w:rsid w:val="00762434"/>
    <w:rsid w:val="00763F82"/>
    <w:rsid w:val="007642C6"/>
    <w:rsid w:val="007654BA"/>
    <w:rsid w:val="00765E84"/>
    <w:rsid w:val="00773C77"/>
    <w:rsid w:val="0077557C"/>
    <w:rsid w:val="00776C74"/>
    <w:rsid w:val="00777DDD"/>
    <w:rsid w:val="007801D6"/>
    <w:rsid w:val="0078620C"/>
    <w:rsid w:val="00796E83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314CE"/>
    <w:rsid w:val="00840BBB"/>
    <w:rsid w:val="00841D3F"/>
    <w:rsid w:val="00841E15"/>
    <w:rsid w:val="00846384"/>
    <w:rsid w:val="00850754"/>
    <w:rsid w:val="008539D1"/>
    <w:rsid w:val="00860B08"/>
    <w:rsid w:val="00861F23"/>
    <w:rsid w:val="00862BFB"/>
    <w:rsid w:val="00866E55"/>
    <w:rsid w:val="008833E3"/>
    <w:rsid w:val="00895AD3"/>
    <w:rsid w:val="008A226B"/>
    <w:rsid w:val="008A2711"/>
    <w:rsid w:val="008A280C"/>
    <w:rsid w:val="008A2CB1"/>
    <w:rsid w:val="008A5E2E"/>
    <w:rsid w:val="008B312C"/>
    <w:rsid w:val="008C245C"/>
    <w:rsid w:val="008D186F"/>
    <w:rsid w:val="008E0201"/>
    <w:rsid w:val="008F2E3C"/>
    <w:rsid w:val="00912F10"/>
    <w:rsid w:val="00925D3F"/>
    <w:rsid w:val="00925DB2"/>
    <w:rsid w:val="00931762"/>
    <w:rsid w:val="0093188E"/>
    <w:rsid w:val="00932AC1"/>
    <w:rsid w:val="00934238"/>
    <w:rsid w:val="009563CD"/>
    <w:rsid w:val="00970F6F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278B1"/>
    <w:rsid w:val="00A336EB"/>
    <w:rsid w:val="00A45658"/>
    <w:rsid w:val="00A54220"/>
    <w:rsid w:val="00A64CC8"/>
    <w:rsid w:val="00A73CB4"/>
    <w:rsid w:val="00A85EC1"/>
    <w:rsid w:val="00AB765C"/>
    <w:rsid w:val="00AD0A87"/>
    <w:rsid w:val="00AD1ECF"/>
    <w:rsid w:val="00AD2F3E"/>
    <w:rsid w:val="00AD4278"/>
    <w:rsid w:val="00AD65B5"/>
    <w:rsid w:val="00AD7A46"/>
    <w:rsid w:val="00B00057"/>
    <w:rsid w:val="00B01D49"/>
    <w:rsid w:val="00B166CC"/>
    <w:rsid w:val="00B31724"/>
    <w:rsid w:val="00B42ED1"/>
    <w:rsid w:val="00B64EF0"/>
    <w:rsid w:val="00B65220"/>
    <w:rsid w:val="00B76D76"/>
    <w:rsid w:val="00B81D60"/>
    <w:rsid w:val="00B85AC4"/>
    <w:rsid w:val="00B86ADD"/>
    <w:rsid w:val="00B91F61"/>
    <w:rsid w:val="00B92779"/>
    <w:rsid w:val="00BA0F9F"/>
    <w:rsid w:val="00BA4C7F"/>
    <w:rsid w:val="00BB55B6"/>
    <w:rsid w:val="00BC5750"/>
    <w:rsid w:val="00BD0678"/>
    <w:rsid w:val="00BE15EA"/>
    <w:rsid w:val="00BE5F07"/>
    <w:rsid w:val="00BF0255"/>
    <w:rsid w:val="00BF3471"/>
    <w:rsid w:val="00BF45D2"/>
    <w:rsid w:val="00C13627"/>
    <w:rsid w:val="00C16378"/>
    <w:rsid w:val="00C34FFD"/>
    <w:rsid w:val="00C366AF"/>
    <w:rsid w:val="00C57565"/>
    <w:rsid w:val="00C6132B"/>
    <w:rsid w:val="00C6601C"/>
    <w:rsid w:val="00C676DD"/>
    <w:rsid w:val="00C74FE7"/>
    <w:rsid w:val="00C80F37"/>
    <w:rsid w:val="00C8513A"/>
    <w:rsid w:val="00C95031"/>
    <w:rsid w:val="00C95842"/>
    <w:rsid w:val="00C97561"/>
    <w:rsid w:val="00CB78A2"/>
    <w:rsid w:val="00CC1DA0"/>
    <w:rsid w:val="00CC2FD1"/>
    <w:rsid w:val="00CD19FF"/>
    <w:rsid w:val="00CD480A"/>
    <w:rsid w:val="00CD4B6B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5AE1"/>
    <w:rsid w:val="00D7660D"/>
    <w:rsid w:val="00D8019B"/>
    <w:rsid w:val="00D80E5B"/>
    <w:rsid w:val="00D8249B"/>
    <w:rsid w:val="00D8743C"/>
    <w:rsid w:val="00D94F02"/>
    <w:rsid w:val="00D965B6"/>
    <w:rsid w:val="00DA3C9B"/>
    <w:rsid w:val="00DB1BAE"/>
    <w:rsid w:val="00DC47BC"/>
    <w:rsid w:val="00DD2048"/>
    <w:rsid w:val="00DD409C"/>
    <w:rsid w:val="00DD503E"/>
    <w:rsid w:val="00DD6149"/>
    <w:rsid w:val="00DF099E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229E"/>
    <w:rsid w:val="00E65555"/>
    <w:rsid w:val="00E66EE9"/>
    <w:rsid w:val="00E80F92"/>
    <w:rsid w:val="00E82401"/>
    <w:rsid w:val="00E87407"/>
    <w:rsid w:val="00EB062B"/>
    <w:rsid w:val="00EB54C1"/>
    <w:rsid w:val="00EC48D8"/>
    <w:rsid w:val="00EC5CAE"/>
    <w:rsid w:val="00ED3B84"/>
    <w:rsid w:val="00ED456E"/>
    <w:rsid w:val="00EE21CB"/>
    <w:rsid w:val="00EE559E"/>
    <w:rsid w:val="00EF4A28"/>
    <w:rsid w:val="00EF5DA5"/>
    <w:rsid w:val="00F00523"/>
    <w:rsid w:val="00F10EE1"/>
    <w:rsid w:val="00F14092"/>
    <w:rsid w:val="00F17147"/>
    <w:rsid w:val="00F246C0"/>
    <w:rsid w:val="00F40D9D"/>
    <w:rsid w:val="00F47890"/>
    <w:rsid w:val="00F531B4"/>
    <w:rsid w:val="00F63B11"/>
    <w:rsid w:val="00F80D2F"/>
    <w:rsid w:val="00F84D15"/>
    <w:rsid w:val="00FA0686"/>
    <w:rsid w:val="00FC0ECF"/>
    <w:rsid w:val="00FC2E12"/>
    <w:rsid w:val="00FD7CF0"/>
    <w:rsid w:val="00FE0A9E"/>
    <w:rsid w:val="00FE57AE"/>
    <w:rsid w:val="00FF12A2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E4594B6"/>
  <w15:docId w15:val="{63683085-A9FB-4E86-B21F-DF35659F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55"/>
    <w:pPr>
      <w:spacing w:after="24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66E55"/>
    <w:pPr>
      <w:keepNext/>
      <w:keepLines/>
      <w:spacing w:after="0"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866E55"/>
    <w:pPr>
      <w:keepNext/>
      <w:keepLines/>
      <w:spacing w:after="0"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866E55"/>
    <w:pPr>
      <w:keepNext/>
      <w:keepLines/>
      <w:spacing w:after="0"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E55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66E55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66E55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866E55"/>
    <w:pPr>
      <w:numPr>
        <w:numId w:val="3"/>
      </w:numPr>
      <w:spacing w:after="0"/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rsid w:val="006427CC"/>
    <w:rPr>
      <w:rFonts w:ascii="Verdana" w:hAnsi="Verdana"/>
      <w:color w:val="003087"/>
      <w:sz w:val="12"/>
    </w:rPr>
  </w:style>
  <w:style w:type="character" w:styleId="Hyperlink">
    <w:name w:val="Hyperlink"/>
    <w:basedOn w:val="Standardskrifttypeiafsnit"/>
    <w:uiPriority w:val="99"/>
    <w:unhideWhenUsed/>
    <w:rsid w:val="00B64EF0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94F8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94F8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94F8F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4F8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4F8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t@at.dk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la@at.d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br@at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_ny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55D76DE434BF8A3D02725B471814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6D5A3B0-3387-466D-BF71-26F5AD2391A6}"/>
      </w:docPartPr>
      <w:docPartBody>
        <w:p w:rsidR="001D5A7B" w:rsidRDefault="00D64AB5">
          <w:pPr>
            <w:pStyle w:val="B6D55D76DE434BF8A3D02725B471814A"/>
          </w:pPr>
          <w:r w:rsidRPr="00FF329A">
            <w:rPr>
              <w:rStyle w:val="Pladsholdertekst"/>
            </w:rPr>
            <w:t>Click here to enter text.</w:t>
          </w:r>
        </w:p>
      </w:docPartBody>
    </w:docPart>
    <w:docPart>
      <w:docPartPr>
        <w:name w:val="ED002D46D859413888908F346E5C60F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C437ED5-F5FD-40E8-9DB1-1B4861D4747B}"/>
      </w:docPartPr>
      <w:docPartBody>
        <w:p w:rsidR="001D5A7B" w:rsidRDefault="00D64AB5">
          <w:pPr>
            <w:pStyle w:val="ED002D46D859413888908F346E5C60FE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B5"/>
    <w:rsid w:val="001D5A7B"/>
    <w:rsid w:val="00242213"/>
    <w:rsid w:val="003F7E62"/>
    <w:rsid w:val="00626990"/>
    <w:rsid w:val="008B10DA"/>
    <w:rsid w:val="009E0F05"/>
    <w:rsid w:val="00D64AB5"/>
    <w:rsid w:val="00E91C30"/>
    <w:rsid w:val="00EC2500"/>
    <w:rsid w:val="00FB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91C30"/>
    <w:rPr>
      <w:color w:val="808080"/>
    </w:rPr>
  </w:style>
  <w:style w:type="paragraph" w:customStyle="1" w:styleId="B6D55D76DE434BF8A3D02725B471814A">
    <w:name w:val="B6D55D76DE434BF8A3D02725B471814A"/>
  </w:style>
  <w:style w:type="paragraph" w:customStyle="1" w:styleId="F1FD6590A935495785B06FC9F7A069D7">
    <w:name w:val="F1FD6590A935495785B06FC9F7A069D7"/>
  </w:style>
  <w:style w:type="paragraph" w:customStyle="1" w:styleId="ED002D46D859413888908F346E5C60FE">
    <w:name w:val="ED002D46D859413888908F346E5C60FE"/>
  </w:style>
  <w:style w:type="paragraph" w:customStyle="1" w:styleId="3F03756A3F2A4904A6CFDCC1E20775D0">
    <w:name w:val="3F03756A3F2A4904A6CFDCC1E20775D0"/>
  </w:style>
  <w:style w:type="paragraph" w:customStyle="1" w:styleId="4ED683004F0D465D9B31A68E2C48D7BE">
    <w:name w:val="4ED683004F0D465D9B31A68E2C48D7BE"/>
  </w:style>
  <w:style w:type="paragraph" w:customStyle="1" w:styleId="1575D00B105E45A5A3F75FCF8B454412">
    <w:name w:val="1575D00B105E45A5A3F75FCF8B454412"/>
  </w:style>
  <w:style w:type="paragraph" w:customStyle="1" w:styleId="496710CF0F3C4CA6B57D0382211CFADE">
    <w:name w:val="496710CF0F3C4CA6B57D0382211CFADE"/>
  </w:style>
  <w:style w:type="paragraph" w:customStyle="1" w:styleId="319C88954634471C936B012A24714A0D">
    <w:name w:val="319C88954634471C936B012A24714A0D"/>
  </w:style>
  <w:style w:type="paragraph" w:customStyle="1" w:styleId="7EA8B7E797944725A9EAB0B4B8FCDFED">
    <w:name w:val="7EA8B7E797944725A9EAB0B4B8FCDFED"/>
  </w:style>
  <w:style w:type="paragraph" w:customStyle="1" w:styleId="3D2D860BBCF64BFA852030B64ECCEC8F">
    <w:name w:val="3D2D860BBCF64BFA852030B64ECCEC8F"/>
  </w:style>
  <w:style w:type="paragraph" w:customStyle="1" w:styleId="2057DDFE41B7413181C8735D5FBF4A72">
    <w:name w:val="2057DDFE41B7413181C8735D5FBF4A72"/>
  </w:style>
  <w:style w:type="paragraph" w:customStyle="1" w:styleId="D68204D5AC8A4BBDA936E98A23AF04E2">
    <w:name w:val="D68204D5AC8A4BBDA936E98A23AF04E2"/>
  </w:style>
  <w:style w:type="paragraph" w:customStyle="1" w:styleId="EB14E860B5BC4A53B9576FDA91AEECA5">
    <w:name w:val="EB14E860B5BC4A53B9576FDA91AEECA5"/>
  </w:style>
  <w:style w:type="paragraph" w:customStyle="1" w:styleId="C95EDBF8D28B40F9A42FC7A613D5BE93">
    <w:name w:val="C95EDBF8D28B40F9A42FC7A613D5BE93"/>
  </w:style>
  <w:style w:type="paragraph" w:customStyle="1" w:styleId="74837E76335D418B83FA5A40ACD8F468">
    <w:name w:val="74837E76335D418B83FA5A40ACD8F468"/>
  </w:style>
  <w:style w:type="paragraph" w:customStyle="1" w:styleId="0BA638AB680A4770AFB595FC2D3E9796">
    <w:name w:val="0BA638AB680A4770AFB595FC2D3E9796"/>
  </w:style>
  <w:style w:type="paragraph" w:customStyle="1" w:styleId="1CAFE44A852A44C7B9B17DAD163552FA">
    <w:name w:val="1CAFE44A852A44C7B9B17DAD163552FA"/>
  </w:style>
  <w:style w:type="paragraph" w:customStyle="1" w:styleId="B3D310B499D648438DCDD0230B2E01AD">
    <w:name w:val="B3D310B499D648438DCDD0230B2E01AD"/>
  </w:style>
  <w:style w:type="paragraph" w:customStyle="1" w:styleId="068BDF29DA2E4A84B6E53E70EA073924">
    <w:name w:val="068BDF29DA2E4A84B6E53E70EA073924"/>
  </w:style>
  <w:style w:type="paragraph" w:customStyle="1" w:styleId="4FD78CD379814E1DB2E336051417FEFE">
    <w:name w:val="4FD78CD379814E1DB2E336051417FEFE"/>
  </w:style>
  <w:style w:type="paragraph" w:customStyle="1" w:styleId="59BC2EF1F037444C912E0DF71D0EDA46">
    <w:name w:val="59BC2EF1F037444C912E0DF71D0EDA46"/>
  </w:style>
  <w:style w:type="paragraph" w:customStyle="1" w:styleId="94B2DB7CC05F4C39980F22264B4456D5">
    <w:name w:val="94B2DB7CC05F4C39980F22264B4456D5"/>
  </w:style>
  <w:style w:type="paragraph" w:customStyle="1" w:styleId="3040C1EEF37B4EC5BD3566161F3B850C">
    <w:name w:val="3040C1EEF37B4EC5BD3566161F3B850C"/>
  </w:style>
  <w:style w:type="paragraph" w:customStyle="1" w:styleId="CC5DBBF106404515A54F9C0049A9BE37">
    <w:name w:val="CC5DBBF106404515A54F9C0049A9BE37"/>
  </w:style>
  <w:style w:type="paragraph" w:customStyle="1" w:styleId="3F03756A3F2A4904A6CFDCC1E20775D01">
    <w:name w:val="3F03756A3F2A4904A6CFDCC1E20775D01"/>
    <w:rsid w:val="00D64AB5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2">
    <w:name w:val="3F03756A3F2A4904A6CFDCC1E20775D02"/>
    <w:pPr>
      <w:spacing w:after="24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3F03756A3F2A4904A6CFDCC1E20775D03">
    <w:name w:val="3F03756A3F2A4904A6CFDCC1E20775D03"/>
    <w:rsid w:val="00E91C30"/>
    <w:pPr>
      <w:spacing w:after="24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source=bmintrasql01p.prod.sitad.dk;initial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xmlns:xsi="http://www.w3.org/2001/XMLSchema-instance"&gt;b363636&lt;/vAfsenderInitialer&gt;&lt;vHeaderTitel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 over udkast til lov om ændring af lov om udstationering af lønmodtagere m.v. og udlændingeloven (xxx)&lt;/vDokumentOverskrift&gt;&lt;vDokumentUnderOverskrift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 over udkast til lov om ændring af lov om udstationering af lønmodtagere m.v. og udlændingeloven (xxx)&lt;/Value&gt;&lt;/Values&gt;&lt;/NewDataSet&gt;&lt;/DocTypeBrev_Overskrift&gt;&lt;DocTypeBrev_Kaere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/&gt;&lt;/xs:sequence&gt;&lt;/xs:complexType&gt;&lt;/xs:element&gt;&lt;/xs:choice&gt;&lt;/xs:complexType&gt;&lt;/xs:element&gt;&lt;/xs:schema&gt;&lt;Values&gt;&lt;Value&gt;20245000742&lt;/Value&gt;&lt;/Values&gt;&lt;/NewDataSet&gt;&lt;/DocTypeBrev_JNr&gt;&lt;JNr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/&gt;&lt;/xs:sequence&gt;&lt;/xs:complexType&gt;&lt;/xs:element&gt;&lt;/xs:choice&gt;&lt;/xs:complexType&gt;&lt;/xs:element&gt;&lt;/xs:schema&gt;&lt;Values&gt;&lt;Value&gt;20245000742&lt;/Value&gt;&lt;/Values&gt;&lt;/NewDataSet&gt;&lt;/JNr&gt;&lt;DocTypeBrev_DokumentDato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-05-13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2024-05-13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/&gt;&lt;/xs:sequence&gt;&lt;/xs:complexType&gt;&lt;/xs:element&gt;&lt;/xs:choice&gt;&lt;/xs:complexType&gt;&lt;/xs:element&gt;&lt;/xs:schema&gt;&lt;Values&gt;&lt;Enhed&gt;Arbejdstilsynet&lt;/Enhed&gt;&lt;Text&gt;CABR (Camilla Brovang)&lt;/Text&gt;&lt;Value&gt;b363636&lt;/Value&gt;&lt;/Values&gt;&lt;/NewDataSet&gt;&lt;/DocTypeBrev_Afsender&gt;&lt;Afsender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/&gt;&lt;/xs:sequence&gt;&lt;/xs:complexType&gt;&lt;/xs:element&gt;&lt;/xs:choice&gt;&lt;/xs:complexType&gt;&lt;/xs:element&gt;&lt;/xs:schema&gt;&lt;Values&gt;&lt;Enhed&gt;Arbejdstilsynet&lt;/Enhed&gt;&lt;Text&gt;CABR (Camilla Brovang)&lt;/Text&gt;&lt;Value&gt;b363636&lt;/Value&gt;&lt;/Values&gt;&lt;/NewDataSet&gt;&lt;/Afsender&gt;&lt;DocTypeBrev_Enhed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CABR&lt;/BrugerInitialer&gt;&lt;BrugerInitialerAD&gt;B363636&lt;/BrugerInitialerAD&gt;&lt;Efternavn&gt;Brovang&lt;/Efternavn&gt;&lt;email&gt;cabr@at.dk&lt;/email&gt;&lt;EnhedsNavn&gt;JF&lt;/EnhedsNavn&gt;&lt;Fornavn&gt;Camilla&lt;/Fornavn&gt;&lt;KontorDK&gt;Jura og Forenkling (JF)&lt;/KontorDK&gt;&lt;KontorUK /&gt;&lt;Styrelsen&gt;Arbejdstilsynet&lt;/Styrelsen&gt;&lt;TelefonDirekte /&gt;&lt;TelefonMobil /&gt;&lt;TitelDK&gt;Chefkonsulent&lt;/TitelDK&gt;&lt;TitelUK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_ny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/&gt;&lt;/xs:sequence&gt;&lt;/xs:complexType&gt;&lt;/xs:element&gt;&lt;/xs:choice&gt;&lt;/xs:complexType&gt;&lt;/xs:element&gt;&lt;/xs:schema&gt;&lt;Values&gt;&lt;DCNavn&gt;Søren Kryhlmand&lt;/DCNavn&gt;&lt;DCTitel&gt;Departementschefen&lt;/DCTitel&gt;&lt;DCTlf&gt;+45 72 20 50 10&lt;/DCTlf&gt;&lt;MinisterNavn&gt;Ane Halsboe-Jørgensen&lt;/MinisterNavn&gt;&lt;MinisterSekretaerNavn&gt;(navn)&lt;/MinisterSekretaerNavn&gt;&lt;MinisterSekretaerTitel&gt;Ministersekretæren&lt;/MinisterSekretaerTitel&gt;&lt;MinisterSekretaerTlf&gt;+45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xmlns:xsi="http://www.w3.org/2001/XMLSchema-instance"&gt;CABR&lt;/sAfsenderInitialer&gt;&lt;sAfsenderNavn xsi:type="xs:string" xmlns:xs="http://www.w3.org/2001/XMLSchema" xmlns:xsi="http://www.w3.org/2001/XMLSchema-instance"&gt;Camilla Brovang&lt;/sAfsenderNavn&gt;&lt;sAfsenderTlfDirekte xsi:type="xs:string" xmlns:xs="http://www.w3.org/2001/XMLSchema" xmlns:xsi="http://www.w3.org/2001/XMLSchema-instance" /&gt;&lt;sAfsenderEmail xsi:type="xs:string" xmlns:xs="http://www.w3.org/2001/XMLSchema" xmlns:xsi="http://www.w3.org/2001/XMLSchema-instance"&gt;cabr@at.dk&lt;/sAfsenderEmail&gt;&lt;sAfsenderTitelDK xsi:type="xs:string" xmlns:xs="http://www.w3.org/2001/XMLSchema" xmlns:xsi="http://www.w3.org/2001/XMLSchema-instance"&gt;Chefkonsulent&lt;/sAfsenderTitelDK&gt;&lt;sAfsenderTitelUK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xmlns:xsi="http://www.w3.org/2001/XMLSchema-instance"&gt;JF&lt;/sAfsenderAfdelingDK&gt;&lt;sAfsenderAfdelingUK xsi:type="xs:string" xmlns:xs="http://www.w3.org/2001/XMLSchema" xmlns:xsi="http://www.w3.org/2001/XMLSchema-instance"&gt;JF&lt;/sAfsenderAfdelingUK&gt;&lt;sAfsenderProfil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xmlns:xsi="http://www.w3.org/2001/XMLSchema-instance"&gt;Ane Halsboe-Jørgensen&lt;/sMinisterNavn&gt;&lt;sDCNavn xsi:type="xs:string" xmlns:xs="http://www.w3.org/2001/XMLSchema" xmlns:xsi="http://www.w3.org/2001/XMLSchema-instance"&gt;Søren Kryhlmand&lt;/sDCNavn&gt;&lt;sInternalShowDokumentDato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xmlns:xsi="http://www.w3.org/2001/XMLSchema-instance"&gt;Maj 2024&lt;/sMaanedDokumentDato&gt;&lt;/SourceData&gt;&lt;/NewDataSet&gt;</SourceTable>
</WizardStateMeta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B4C3CE9575CB2A48A3096A3F6C587406" ma:contentTypeVersion="0" ma:contentTypeDescription="GetOrganized dokument" ma:contentTypeScope="" ma:versionID="32ee23d7094b245e491adc50aa8e8478">
  <xsd:schema xmlns:xsd="http://www.w3.org/2001/XMLSchema" xmlns:xs="http://www.w3.org/2001/XMLSchema" xmlns:p="http://schemas.microsoft.com/office/2006/metadata/properties" xmlns:ns1="http://schemas.microsoft.com/sharepoint/v3" xmlns:ns2="7990A1E0-EA7F-455B-8FF1-FA2949D4D5F8" xmlns:ns3="779d5b78-0209-4f69-a7d1-4b530c5d0581" targetNamespace="http://schemas.microsoft.com/office/2006/metadata/properties" ma:root="true" ma:fieldsID="f784ee97807069b62106f0a3e36fbef2" ns1:_="" ns2:_="" ns3:_="">
    <xsd:import namespace="http://schemas.microsoft.com/sharepoint/v3"/>
    <xsd:import namespace="7990A1E0-EA7F-455B-8FF1-FA2949D4D5F8"/>
    <xsd:import namespace="779d5b78-0209-4f69-a7d1-4b530c5d0581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E3FD6138-CA5E-4C0F-B42A-C1D25E15590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E3FD6138-CA5E-4C0F-B42A-C1D25E15590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7990A1E0-EA7F-455B-8FF1-FA2949D4D5F8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0A1E0-EA7F-455B-8FF1-FA2949D4D5F8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d5b78-0209-4f69-a7d1-4b530c5d0581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819e8437-daf7-41f0-9b37-77f95208e792}" ma:internalName="TaxCatchAll" ma:showField="CatchAllData" ma:web="779d5b78-0209-4f69-a7d1-4b530c5d05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BatchId xmlns="7990A1E0-EA7F-455B-8FF1-FA2949D4D5F8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TaxCatchAll xmlns="779d5b78-0209-4f69-a7d1-4b530c5d0581">
      <Value>1</Value>
    </TaxCatchAll>
    <CaseOwner xmlns="http://schemas.microsoft.com/sharepoint/v3">
      <UserInfo>
        <DisplayName>Camilla Brovang</DisplayName>
        <AccountId>79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2024-05-13T11:41:01+00:00</Dato>
    <CCMMeetingCaseId xmlns="http://schemas.microsoft.com/sharepoint/v3" xsi:nil="true"/>
    <CCMAgendaStatus xmlns="http://schemas.microsoft.com/sharepoint/v3" xsi:nil="true"/>
    <CCMDescription xmlns="7990A1E0-EA7F-455B-8FF1-FA2949D4D5F8" xsi:nil="true"/>
    <Arkiveringsform xmlns="7990A1E0-EA7F-455B-8FF1-FA2949D4D5F8">01 Lagret fuldt elektronisk i GO</Arkiveringsform>
    <Beskrivelse xmlns="7990A1E0-EA7F-455B-8FF1-FA2949D4D5F8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20245000742</CCMVisualId>
    <Finalized xmlns="http://schemas.microsoft.com/sharepoint/v3">false</Finalized>
    <DocID xmlns="http://schemas.microsoft.com/sharepoint/v3">7232934</DocID>
    <CaseRecordNumber xmlns="http://schemas.microsoft.com/sharepoint/v3">0</CaseRecordNumber>
    <CaseID xmlns="http://schemas.microsoft.com/sharepoint/v3">20245000742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</documentManagement>
</p:properties>
</file>

<file path=customXml/itemProps1.xml><?xml version="1.0" encoding="utf-8"?>
<ds:datastoreItem xmlns:ds="http://schemas.openxmlformats.org/officeDocument/2006/customXml" ds:itemID="{E2C85519-C3E1-4122-8967-04379DF516FD}">
  <ds:schemaRefs>
    <ds:schemaRef ds:uri="http://www.w3.org/2001/XMLSchema"/>
    <ds:schemaRef ds:uri="http://4ds.dk/TemplateManagementSystem/WizardStateMetadata.xsd"/>
  </ds:schemaRefs>
</ds:datastoreItem>
</file>

<file path=customXml/itemProps2.xml><?xml version="1.0" encoding="utf-8"?>
<ds:datastoreItem xmlns:ds="http://schemas.openxmlformats.org/officeDocument/2006/customXml" ds:itemID="{070A5232-4736-4A7D-AEFA-2722F8E8D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90A1E0-EA7F-455B-8FF1-FA2949D4D5F8"/>
    <ds:schemaRef ds:uri="779d5b78-0209-4f69-a7d1-4b530c5d0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1BBA0-65B0-4649-A109-527F7FB9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46A9EA-05D8-44DE-90EA-77A859AE8912}">
  <ds:schemaRefs>
    <ds:schemaRef ds:uri="http://purl.org/dc/terms/"/>
    <ds:schemaRef ds:uri="http://schemas.microsoft.com/sharepoint/v3"/>
    <ds:schemaRef ds:uri="http://schemas.microsoft.com/office/2006/documentManagement/types"/>
    <ds:schemaRef ds:uri="7990A1E0-EA7F-455B-8FF1-FA2949D4D5F8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79d5b78-0209-4f69-a7d1-4b530c5d058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0</TotalTime>
  <Pages>1</Pages>
  <Words>324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Høringsbrev udstationeringsloven og udlændingeloven_Ny høringsfrist</vt:lpstr>
      <vt:lpstr/>
    </vt:vector>
  </TitlesOfParts>
  <Company>4D Systems A/S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 udstationeringsloven og udlændingeloven_Ny høringsfrist</dc:title>
  <dc:creator>Camilla Brovang</dc:creator>
  <cp:lastModifiedBy>Laila Damtoft Pedersen</cp:lastModifiedBy>
  <cp:revision>2</cp:revision>
  <cp:lastPrinted>2007-03-09T10:18:00Z</cp:lastPrinted>
  <dcterms:created xsi:type="dcterms:W3CDTF">2024-07-01T10:34:00Z</dcterms:created>
  <dcterms:modified xsi:type="dcterms:W3CDTF">2024-07-01T10:34:00Z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0x010100AC085CFC53BC46CEA2EADE194AD9D48200B4C3CE9575CB2A48A3096A3F6C587406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79</vt:lpwstr>
  </property>
  <property fmtid="{D5CDD505-2E9C-101B-9397-08002B2CF9AE}" pid="8" name="Dokumenttype2">
    <vt:lpwstr>1;#Notat|91120ae2-a3c6-48b2-91f1-5d58ffc23d4e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CCMReplyToDocCacheId_AA145BE6-B859-401A-B2E0-03BB3E7048FC_46f21d95-0cf6-498e-bb96-4abe38639f49</vt:lpwstr>
  </property>
  <property fmtid="{D5CDD505-2E9C-101B-9397-08002B2CF9AE}" pid="11" name="CCMEventContext">
    <vt:lpwstr>9890d88a-7831-4962-960e-7630bce40db9</vt:lpwstr>
  </property>
  <property fmtid="{D5CDD505-2E9C-101B-9397-08002B2CF9AE}" pid="12" name="kFormat">
    <vt:i4>0</vt:i4>
  </property>
</Properties>
</file>